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2D" w:rsidRPr="00A50BCE" w:rsidRDefault="0057642D" w:rsidP="00A50BCE">
      <w:pPr>
        <w:jc w:val="center"/>
        <w:rPr>
          <w:b/>
        </w:rPr>
      </w:pPr>
      <w:r w:rsidRPr="00A50BCE">
        <w:rPr>
          <w:b/>
        </w:rPr>
        <w:t xml:space="preserve">Stream 1 Regional </w:t>
      </w:r>
      <w:r>
        <w:rPr>
          <w:b/>
        </w:rPr>
        <w:t xml:space="preserve">Hurricane </w:t>
      </w:r>
      <w:r w:rsidRPr="00A50BCE">
        <w:rPr>
          <w:b/>
        </w:rPr>
        <w:t>Model Diagnostics Plan</w:t>
      </w:r>
      <w:r>
        <w:rPr>
          <w:b/>
        </w:rPr>
        <w:t xml:space="preserve">ning </w:t>
      </w:r>
      <w:r w:rsidRPr="00A50BCE">
        <w:rPr>
          <w:b/>
        </w:rPr>
        <w:t>Meeting</w:t>
      </w:r>
    </w:p>
    <w:p w:rsidR="0057642D" w:rsidRPr="00A50BCE" w:rsidRDefault="0057642D" w:rsidP="00A50BCE">
      <w:pPr>
        <w:jc w:val="center"/>
        <w:rPr>
          <w:b/>
        </w:rPr>
      </w:pPr>
      <w:r>
        <w:rPr>
          <w:b/>
        </w:rPr>
        <w:t xml:space="preserve">9.30 AM to 4 PM </w:t>
      </w:r>
      <w:r w:rsidRPr="00A50BCE">
        <w:rPr>
          <w:b/>
        </w:rPr>
        <w:t>Monday, November 8, 2010</w:t>
      </w:r>
    </w:p>
    <w:p w:rsidR="0057642D" w:rsidRDefault="0057642D" w:rsidP="00892573">
      <w:pPr>
        <w:jc w:val="center"/>
        <w:rPr>
          <w:b/>
        </w:rPr>
      </w:pPr>
      <w:r w:rsidRPr="00A50BCE">
        <w:rPr>
          <w:b/>
        </w:rPr>
        <w:t>1</w:t>
      </w:r>
      <w:r w:rsidRPr="00A50BCE">
        <w:rPr>
          <w:b/>
          <w:vertAlign w:val="superscript"/>
        </w:rPr>
        <w:t>st</w:t>
      </w:r>
      <w:r w:rsidRPr="00A50BCE">
        <w:rPr>
          <w:b/>
        </w:rPr>
        <w:t xml:space="preserve"> Floor Conference Room, AOML, Virginia Key, </w:t>
      </w:r>
      <w:smartTag w:uri="urn:schemas-microsoft-com:office:smarttags" w:element="place">
        <w:smartTag w:uri="urn:schemas-microsoft-com:office:smarttags" w:element="City">
          <w:r w:rsidRPr="00A50BCE">
            <w:rPr>
              <w:b/>
            </w:rPr>
            <w:t>Miami</w:t>
          </w:r>
        </w:smartTag>
        <w:r w:rsidRPr="00A50BCE">
          <w:rPr>
            <w:b/>
          </w:rPr>
          <w:t xml:space="preserve">, </w:t>
        </w:r>
        <w:smartTag w:uri="urn:schemas-microsoft-com:office:smarttags" w:element="State">
          <w:r w:rsidRPr="00A50BCE">
            <w:rPr>
              <w:b/>
            </w:rPr>
            <w:t>FL</w:t>
          </w:r>
        </w:smartTag>
      </w:smartTag>
    </w:p>
    <w:p w:rsidR="0057642D" w:rsidRPr="003A5188" w:rsidRDefault="0057642D" w:rsidP="00892573">
      <w:pPr>
        <w:jc w:val="center"/>
        <w:rPr>
          <w:b/>
        </w:rPr>
      </w:pPr>
      <w:r>
        <w:rPr>
          <w:b/>
        </w:rPr>
        <w:t xml:space="preserve">(Remote Access:  </w:t>
      </w:r>
      <w:hyperlink r:id="rId5" w:history="1">
        <w:r>
          <w:rPr>
            <w:rStyle w:val="Hyperlink"/>
          </w:rPr>
          <w:t>https://www2.gotomeeting.com/join/808077075</w:t>
        </w:r>
      </w:hyperlink>
      <w:r>
        <w:t>)</w:t>
      </w:r>
    </w:p>
    <w:p w:rsidR="0057642D" w:rsidRDefault="0057642D" w:rsidP="00A50BCE">
      <w:pPr>
        <w:jc w:val="center"/>
      </w:pPr>
    </w:p>
    <w:p w:rsidR="0057642D" w:rsidRDefault="0057642D" w:rsidP="00693277">
      <w:r>
        <w:t xml:space="preserve">09:30-09:40 </w:t>
      </w:r>
      <w:r>
        <w:tab/>
        <w:t>Welcome and Introduction, V. Tallapragada, EMC</w:t>
      </w:r>
    </w:p>
    <w:p w:rsidR="0057642D" w:rsidRDefault="0057642D" w:rsidP="00693277">
      <w:r>
        <w:t>09:40-10:00</w:t>
      </w:r>
      <w:r>
        <w:tab/>
        <w:t>Existing diagnostic capabilities and further Stream 1 Requirements, V. Tallapragada</w:t>
      </w:r>
    </w:p>
    <w:p w:rsidR="0057642D" w:rsidRDefault="0057642D" w:rsidP="00693277">
      <w:r>
        <w:t>10:00-10:15</w:t>
      </w:r>
      <w:r>
        <w:tab/>
        <w:t xml:space="preserve">Stream 1 Initialization Diagnostics, </w:t>
      </w:r>
      <w:smartTag w:uri="urn:schemas-microsoft-com:office:smarttags" w:element="place">
        <w:r>
          <w:t>W. Hogsett</w:t>
        </w:r>
      </w:smartTag>
      <w:r>
        <w:t>, NHC</w:t>
      </w:r>
    </w:p>
    <w:p w:rsidR="0057642D" w:rsidRDefault="0057642D" w:rsidP="00693277">
      <w:r>
        <w:t>10:15-10:30</w:t>
      </w:r>
      <w:r>
        <w:tab/>
        <w:t>Summary of stream 2 diagnostic capabilities, M. DeMaria, NESDIS</w:t>
      </w:r>
    </w:p>
    <w:p w:rsidR="0057642D" w:rsidRDefault="0057642D" w:rsidP="00693277"/>
    <w:p w:rsidR="0057642D" w:rsidRDefault="0057642D" w:rsidP="00693277">
      <w:r>
        <w:t xml:space="preserve">10:30-10:45 </w:t>
      </w:r>
      <w:r>
        <w:tab/>
        <w:t>Morning Break</w:t>
      </w:r>
    </w:p>
    <w:p w:rsidR="0057642D" w:rsidRDefault="0057642D" w:rsidP="001D3F02"/>
    <w:p w:rsidR="0057642D" w:rsidRDefault="0057642D" w:rsidP="001D3F02">
      <w:r>
        <w:t>10:45-11:00</w:t>
      </w:r>
      <w:r>
        <w:tab/>
        <w:t>Summary of diagnostics for COMAPS-TC, J. Doyle, NRL</w:t>
      </w:r>
    </w:p>
    <w:p w:rsidR="0057642D" w:rsidRDefault="0057642D" w:rsidP="000004DF">
      <w:r>
        <w:t>11:00-11:15</w:t>
      </w:r>
      <w:r>
        <w:tab/>
        <w:t>Diagnostics for the ARW, R. Torn, SUNYA</w:t>
      </w:r>
    </w:p>
    <w:p w:rsidR="0057642D" w:rsidRDefault="0057642D" w:rsidP="000004DF">
      <w:r>
        <w:t>11:15-11:30</w:t>
      </w:r>
      <w:r>
        <w:tab/>
        <w:t xml:space="preserve">Diagnosing systematic errors in HWRF, T. Krishnamurti, FSU </w:t>
      </w:r>
    </w:p>
    <w:p w:rsidR="0057642D" w:rsidRDefault="0057642D" w:rsidP="000004DF">
      <w:r>
        <w:t>11:30-11:35</w:t>
      </w:r>
      <w:r>
        <w:tab/>
        <w:t>Overview of discussion topics, V. Tallapragada</w:t>
      </w:r>
    </w:p>
    <w:p w:rsidR="0057642D" w:rsidRDefault="0057642D" w:rsidP="001D3F02"/>
    <w:p w:rsidR="0057642D" w:rsidRPr="003F622F" w:rsidRDefault="0057642D" w:rsidP="001D3F02">
      <w:r>
        <w:t xml:space="preserve">11:35-12:00 </w:t>
      </w:r>
      <w:r>
        <w:tab/>
        <w:t xml:space="preserve">Discussion Topic 1: </w:t>
      </w:r>
      <w:r w:rsidRPr="0011616C">
        <w:rPr>
          <w:u w:val="single"/>
        </w:rPr>
        <w:t>Rapid Response Team for real time support</w:t>
      </w:r>
      <w:r>
        <w:rPr>
          <w:u w:val="single"/>
        </w:rPr>
        <w:t xml:space="preserve"> </w:t>
      </w:r>
      <w:r w:rsidRPr="003F622F">
        <w:t>(Moderator</w:t>
      </w:r>
      <w:r>
        <w:t>s</w:t>
      </w:r>
      <w:r w:rsidRPr="003F622F">
        <w:t xml:space="preserve">: </w:t>
      </w:r>
    </w:p>
    <w:p w:rsidR="0057642D" w:rsidRPr="003F622F" w:rsidRDefault="0057642D" w:rsidP="001D3F02">
      <w:pPr>
        <w:ind w:left="720" w:firstLine="720"/>
      </w:pPr>
      <w:r w:rsidRPr="003F622F">
        <w:t>M. DeMaria</w:t>
      </w:r>
      <w:r>
        <w:t xml:space="preserve"> and V. Tallapragada</w:t>
      </w:r>
      <w:r w:rsidRPr="003F622F">
        <w:t>)</w:t>
      </w:r>
    </w:p>
    <w:p w:rsidR="0057642D" w:rsidRDefault="0057642D" w:rsidP="001D3F02"/>
    <w:p w:rsidR="0057642D" w:rsidRDefault="0057642D" w:rsidP="001D3F02">
      <w:r>
        <w:t>12:00-13:30</w:t>
      </w:r>
      <w:r>
        <w:tab/>
        <w:t>Lunch Break</w:t>
      </w:r>
    </w:p>
    <w:p w:rsidR="0057642D" w:rsidRDefault="0057642D" w:rsidP="00693277"/>
    <w:p w:rsidR="0057642D" w:rsidRDefault="0057642D" w:rsidP="00693277">
      <w:r>
        <w:t>13:30-14:25</w:t>
      </w:r>
      <w:r>
        <w:tab/>
        <w:t xml:space="preserve">Discussion Topic 2: </w:t>
      </w:r>
      <w:r w:rsidRPr="0011616C">
        <w:rPr>
          <w:u w:val="single"/>
        </w:rPr>
        <w:t>Short term plan to assist 2011 HWRF implementation</w:t>
      </w:r>
      <w:r>
        <w:rPr>
          <w:u w:val="single"/>
        </w:rPr>
        <w:t xml:space="preserve">  (</w:t>
      </w:r>
      <w:r>
        <w:t xml:space="preserve">Moderator: </w:t>
      </w:r>
    </w:p>
    <w:p w:rsidR="0057642D" w:rsidRPr="003F622F" w:rsidRDefault="0057642D" w:rsidP="003F622F">
      <w:pPr>
        <w:ind w:left="720" w:firstLine="720"/>
      </w:pPr>
      <w:r>
        <w:t>V.Tallapragada)</w:t>
      </w:r>
    </w:p>
    <w:p w:rsidR="0057642D" w:rsidRDefault="0057642D" w:rsidP="003F622F">
      <w:pPr>
        <w:ind w:left="720" w:firstLine="720"/>
      </w:pPr>
      <w:r>
        <w:t xml:space="preserve">a) Post processing vs. run time diagnostics, b) Expected test  sample , c) Data formats, </w:t>
      </w:r>
    </w:p>
    <w:p w:rsidR="0057642D" w:rsidRDefault="0057642D" w:rsidP="003F622F">
      <w:pPr>
        <w:ind w:left="720" w:firstLine="720"/>
      </w:pPr>
      <w:r>
        <w:t>d) Comparison with observations (in situ, satellite) and d) timeline</w:t>
      </w:r>
    </w:p>
    <w:p w:rsidR="0057642D" w:rsidRDefault="0057642D" w:rsidP="0011616C"/>
    <w:p w:rsidR="0057642D" w:rsidRDefault="0057642D" w:rsidP="003F622F">
      <w:r>
        <w:t>14:25-14:40</w:t>
      </w:r>
      <w:r>
        <w:tab/>
        <w:t>Model Diagnostics efforts at HRD, Frank Marks, AOML</w:t>
      </w:r>
    </w:p>
    <w:p w:rsidR="0057642D" w:rsidRDefault="0057642D" w:rsidP="003F622F"/>
    <w:p w:rsidR="0057642D" w:rsidRPr="00202102" w:rsidRDefault="0057642D" w:rsidP="003F622F">
      <w:pPr>
        <w:rPr>
          <w:u w:val="single"/>
        </w:rPr>
      </w:pPr>
      <w:r>
        <w:t xml:space="preserve">14:40-15:30 </w:t>
      </w:r>
      <w:r>
        <w:tab/>
        <w:t xml:space="preserve">Discussion Topic 3: </w:t>
      </w:r>
      <w:r w:rsidRPr="0007394F">
        <w:rPr>
          <w:u w:val="single"/>
        </w:rPr>
        <w:t>Long Term plans for operational model diagnostic support</w:t>
      </w:r>
      <w:r>
        <w:rPr>
          <w:u w:val="single"/>
        </w:rPr>
        <w:t xml:space="preserve"> (Stream 1)</w:t>
      </w:r>
      <w:r>
        <w:t xml:space="preserve"> </w:t>
      </w:r>
    </w:p>
    <w:p w:rsidR="0057642D" w:rsidRPr="003F622F" w:rsidRDefault="0057642D" w:rsidP="003F622F">
      <w:pPr>
        <w:ind w:left="720" w:firstLine="720"/>
      </w:pPr>
      <w:r w:rsidRPr="00202102">
        <w:rPr>
          <w:u w:val="single"/>
        </w:rPr>
        <w:t>and continued Stream 2 development</w:t>
      </w:r>
      <w:r>
        <w:t xml:space="preserve"> </w:t>
      </w:r>
      <w:r w:rsidRPr="003F622F">
        <w:t>(Moderator</w:t>
      </w:r>
      <w:r>
        <w:t>s</w:t>
      </w:r>
      <w:r w:rsidRPr="003F622F">
        <w:t>:</w:t>
      </w:r>
      <w:r>
        <w:t xml:space="preserve"> </w:t>
      </w:r>
      <w:r w:rsidRPr="003F622F">
        <w:t>M. DeMaria</w:t>
      </w:r>
      <w:r>
        <w:t xml:space="preserve"> and V. Tallapragada</w:t>
      </w:r>
      <w:r w:rsidRPr="003F622F">
        <w:t>)</w:t>
      </w:r>
    </w:p>
    <w:p w:rsidR="0057642D" w:rsidRDefault="0057642D" w:rsidP="0011616C"/>
    <w:p w:rsidR="0057642D" w:rsidRDefault="0057642D" w:rsidP="001D3F02">
      <w:pPr>
        <w:ind w:left="1440"/>
      </w:pPr>
      <w:r>
        <w:t>a) Models to be included, b) Scope and agencies involved, c) relationship to stream 2 diagnostics, d) Observational databases e) Software tools and languages, f) diagnostics tool box,  and g) community outreach</w:t>
      </w:r>
    </w:p>
    <w:p w:rsidR="0057642D" w:rsidRDefault="0057642D" w:rsidP="0007394F"/>
    <w:p w:rsidR="0057642D" w:rsidRDefault="0057642D" w:rsidP="00693277">
      <w:r>
        <w:t>15:30-16:00</w:t>
      </w:r>
      <w:r>
        <w:tab/>
        <w:t xml:space="preserve">Wrap up and Next Steps </w:t>
      </w:r>
    </w:p>
    <w:p w:rsidR="0057642D" w:rsidRDefault="0057642D" w:rsidP="00A50BCE">
      <w:pPr>
        <w:jc w:val="center"/>
      </w:pPr>
    </w:p>
    <w:p w:rsidR="0057642D" w:rsidRDefault="0057642D" w:rsidP="00693277"/>
    <w:p w:rsidR="0057642D" w:rsidRDefault="0057642D" w:rsidP="00A50BCE">
      <w:pPr>
        <w:jc w:val="center"/>
      </w:pPr>
    </w:p>
    <w:p w:rsidR="0057642D" w:rsidRDefault="0057642D">
      <w:r>
        <w:br w:type="page"/>
      </w:r>
    </w:p>
    <w:p w:rsidR="0057642D" w:rsidRDefault="0057642D" w:rsidP="00A50BCE">
      <w:pPr>
        <w:jc w:val="center"/>
        <w:rPr>
          <w:b/>
        </w:rPr>
      </w:pPr>
      <w:r w:rsidRPr="00A50BCE">
        <w:rPr>
          <w:b/>
        </w:rPr>
        <w:t>Invitee List</w:t>
      </w:r>
    </w:p>
    <w:p w:rsidR="0057642D" w:rsidRDefault="0057642D" w:rsidP="00A50BCE">
      <w:pPr>
        <w:rPr>
          <w:b/>
        </w:rPr>
      </w:pPr>
    </w:p>
    <w:p w:rsidR="0057642D" w:rsidRDefault="0057642D" w:rsidP="00A50BCE">
      <w:r>
        <w:t xml:space="preserve">HFIP </w:t>
      </w:r>
      <w:r>
        <w:tab/>
      </w:r>
      <w:r>
        <w:tab/>
        <w:t>- Bob Gall, Fred Toepfer</w:t>
      </w:r>
    </w:p>
    <w:p w:rsidR="0057642D" w:rsidRDefault="0057642D" w:rsidP="00A50BCE">
      <w:r>
        <w:t>NCEP/EMC</w:t>
      </w:r>
      <w:r>
        <w:tab/>
        <w:t xml:space="preserve"> - Vijay Tallapragada, Young Kwon</w:t>
      </w:r>
    </w:p>
    <w:p w:rsidR="0057642D" w:rsidRDefault="0057642D" w:rsidP="00A50BCE">
      <w:r>
        <w:t>NCEP/NHC</w:t>
      </w:r>
      <w:r>
        <w:tab/>
        <w:t>- Ed Rappaport, Richard Pasch, Wallace Hogsett</w:t>
      </w:r>
    </w:p>
    <w:p w:rsidR="0057642D" w:rsidRPr="00892573" w:rsidRDefault="0057642D" w:rsidP="00A50BCE">
      <w:pPr>
        <w:rPr>
          <w:lang w:val="de-DE"/>
        </w:rPr>
      </w:pPr>
      <w:r w:rsidRPr="00892573">
        <w:rPr>
          <w:lang w:val="de-DE"/>
        </w:rPr>
        <w:t xml:space="preserve">NWS/OST </w:t>
      </w:r>
      <w:r w:rsidRPr="00892573">
        <w:rPr>
          <w:lang w:val="de-DE"/>
        </w:rPr>
        <w:tab/>
        <w:t>- Naomi Surgi</w:t>
      </w:r>
    </w:p>
    <w:p w:rsidR="0057642D" w:rsidRPr="00892573" w:rsidRDefault="0057642D" w:rsidP="00A50BCE">
      <w:pPr>
        <w:rPr>
          <w:lang w:val="de-DE"/>
        </w:rPr>
      </w:pPr>
      <w:r w:rsidRPr="00892573">
        <w:rPr>
          <w:lang w:val="de-DE"/>
        </w:rPr>
        <w:t>NESDIS/STAR</w:t>
      </w:r>
      <w:r w:rsidRPr="00892573">
        <w:rPr>
          <w:lang w:val="de-DE"/>
        </w:rPr>
        <w:tab/>
        <w:t>- Mark DeMaria</w:t>
      </w:r>
    </w:p>
    <w:p w:rsidR="0057642D" w:rsidRPr="00892573" w:rsidRDefault="0057642D" w:rsidP="00A50BCE">
      <w:pPr>
        <w:rPr>
          <w:lang w:val="de-DE"/>
        </w:rPr>
      </w:pPr>
      <w:r w:rsidRPr="00892573">
        <w:rPr>
          <w:lang w:val="de-DE"/>
        </w:rPr>
        <w:t>CIRA/CSU</w:t>
      </w:r>
      <w:r w:rsidRPr="00892573">
        <w:rPr>
          <w:lang w:val="de-DE"/>
        </w:rPr>
        <w:tab/>
        <w:t>- Kate Musgrave</w:t>
      </w:r>
    </w:p>
    <w:p w:rsidR="0057642D" w:rsidRPr="00892573" w:rsidRDefault="0057642D" w:rsidP="00A50BCE">
      <w:pPr>
        <w:rPr>
          <w:lang w:val="de-DE"/>
        </w:rPr>
      </w:pPr>
      <w:r w:rsidRPr="00892573">
        <w:rPr>
          <w:lang w:val="de-DE"/>
        </w:rPr>
        <w:t>OAR/HRD</w:t>
      </w:r>
      <w:r w:rsidRPr="00892573">
        <w:rPr>
          <w:lang w:val="de-DE"/>
        </w:rPr>
        <w:tab/>
        <w:t xml:space="preserve">- Sundararaman Gopalakrishnan, Rob Rogers, Frank Marks </w:t>
      </w:r>
    </w:p>
    <w:p w:rsidR="0057642D" w:rsidRDefault="0057642D" w:rsidP="00A50BCE">
      <w:r>
        <w:t>OAR/GFDL</w:t>
      </w:r>
      <w:r>
        <w:tab/>
        <w:t xml:space="preserve">- Morris Bender, Tim Marchok, Jan-Huey Chen </w:t>
      </w:r>
    </w:p>
    <w:p w:rsidR="0057642D" w:rsidRDefault="0057642D" w:rsidP="00A50BCE">
      <w:r>
        <w:t>NRL</w:t>
      </w:r>
      <w:r>
        <w:tab/>
      </w:r>
      <w:r>
        <w:tab/>
        <w:t>- Jim Doyle, Yi Jin</w:t>
      </w:r>
    </w:p>
    <w:p w:rsidR="0057642D" w:rsidRDefault="0057642D" w:rsidP="00A50BCE">
      <w:r>
        <w:t>DTC and TCMT</w:t>
      </w:r>
      <w:r>
        <w:tab/>
        <w:t xml:space="preserve">- Barbara Brown, Bill Kuo </w:t>
      </w:r>
    </w:p>
    <w:p w:rsidR="0057642D" w:rsidRDefault="0057642D" w:rsidP="00A50BCE">
      <w:r>
        <w:t>NCAR</w:t>
      </w:r>
      <w:r>
        <w:tab/>
      </w:r>
      <w:r>
        <w:tab/>
        <w:t>- Chris Davis</w:t>
      </w:r>
    </w:p>
    <w:p w:rsidR="0057642D" w:rsidRDefault="0057642D" w:rsidP="00A50BCE">
      <w:r>
        <w:t>FSU</w:t>
      </w:r>
      <w:r>
        <w:tab/>
      </w:r>
      <w:r>
        <w:tab/>
        <w:t>- T.N. Krishnamurti, Mrinal Biswas</w:t>
      </w:r>
    </w:p>
    <w:p w:rsidR="0057642D" w:rsidRDefault="0057642D" w:rsidP="00A50BCE">
      <w:r>
        <w:t>SUNYA</w:t>
      </w:r>
      <w:r>
        <w:tab/>
      </w:r>
      <w:r>
        <w:tab/>
        <w:t xml:space="preserve">- Ryan Torn </w:t>
      </w:r>
    </w:p>
    <w:p w:rsidR="0057642D" w:rsidRDefault="0057642D" w:rsidP="00A50BCE"/>
    <w:p w:rsidR="0057642D" w:rsidRDefault="0057642D" w:rsidP="00A50BCE">
      <w:r>
        <w:t>Remote Access Details:</w:t>
      </w:r>
    </w:p>
    <w:p w:rsidR="0057642D" w:rsidRDefault="0057642D" w:rsidP="00A50BCE"/>
    <w:p w:rsidR="0057642D" w:rsidRPr="00A50BCE" w:rsidRDefault="0057642D" w:rsidP="00A50BCE">
      <w:r>
        <w:t xml:space="preserve">1.  Join my meeting </w:t>
      </w:r>
      <w:r>
        <w:br/>
      </w:r>
      <w:hyperlink r:id="rId6" w:history="1">
        <w:r>
          <w:rPr>
            <w:rStyle w:val="Hyperlink"/>
          </w:rPr>
          <w:t>https://www2.gotomeeting.com/join/808077075</w:t>
        </w:r>
      </w:hyperlink>
      <w:r>
        <w:t xml:space="preserve"> </w:t>
      </w:r>
      <w:r>
        <w:br/>
      </w:r>
      <w:r>
        <w:br/>
        <w:t xml:space="preserve">2. Call in using your telephone </w:t>
      </w:r>
      <w:r>
        <w:br/>
        <w:t xml:space="preserve">Dial 215-383-1006 </w:t>
      </w:r>
      <w:r>
        <w:br/>
        <w:t xml:space="preserve">Access Code: 808-077-075 </w:t>
      </w:r>
      <w:r>
        <w:br/>
        <w:t xml:space="preserve">Audio PIN: Shown after joining the meeting </w:t>
      </w:r>
      <w:r>
        <w:br/>
        <w:t>Meeting ID: 808-077-075</w:t>
      </w:r>
    </w:p>
    <w:sectPr w:rsidR="0057642D" w:rsidRPr="00A50BCE" w:rsidSect="00A80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53D84"/>
    <w:multiLevelType w:val="hybridMultilevel"/>
    <w:tmpl w:val="77FA2168"/>
    <w:lvl w:ilvl="0" w:tplc="76783486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66730D01"/>
    <w:multiLevelType w:val="hybridMultilevel"/>
    <w:tmpl w:val="C3F07AD2"/>
    <w:lvl w:ilvl="0" w:tplc="C9B47F4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BCE"/>
    <w:rsid w:val="000004DF"/>
    <w:rsid w:val="000420CC"/>
    <w:rsid w:val="00064FB1"/>
    <w:rsid w:val="0007394F"/>
    <w:rsid w:val="0011616C"/>
    <w:rsid w:val="00135522"/>
    <w:rsid w:val="00140236"/>
    <w:rsid w:val="00164928"/>
    <w:rsid w:val="001D3F02"/>
    <w:rsid w:val="00202102"/>
    <w:rsid w:val="00264823"/>
    <w:rsid w:val="002810D5"/>
    <w:rsid w:val="002D3C0A"/>
    <w:rsid w:val="003A5188"/>
    <w:rsid w:val="003F622F"/>
    <w:rsid w:val="004B0AD3"/>
    <w:rsid w:val="0057642D"/>
    <w:rsid w:val="00693277"/>
    <w:rsid w:val="006F6B5C"/>
    <w:rsid w:val="0070379E"/>
    <w:rsid w:val="0073639E"/>
    <w:rsid w:val="0085232A"/>
    <w:rsid w:val="00876C60"/>
    <w:rsid w:val="00881148"/>
    <w:rsid w:val="00881A3C"/>
    <w:rsid w:val="00892573"/>
    <w:rsid w:val="00957566"/>
    <w:rsid w:val="00A1551E"/>
    <w:rsid w:val="00A50BCE"/>
    <w:rsid w:val="00A80625"/>
    <w:rsid w:val="00A95E39"/>
    <w:rsid w:val="00C579E5"/>
    <w:rsid w:val="00C73069"/>
    <w:rsid w:val="00CC7BAD"/>
    <w:rsid w:val="00D3711F"/>
    <w:rsid w:val="00D700C6"/>
    <w:rsid w:val="00D73600"/>
    <w:rsid w:val="00E96068"/>
    <w:rsid w:val="00F16320"/>
    <w:rsid w:val="00F32D47"/>
    <w:rsid w:val="00F9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625"/>
    <w:pPr>
      <w:spacing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7D0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3552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2.gotomeeting.com/join/808077075" TargetMode="External"/><Relationship Id="rId5" Type="http://schemas.openxmlformats.org/officeDocument/2006/relationships/hyperlink" Target="https://www2.gotomeeting.com/join/8080770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382</Words>
  <Characters>2178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DeMaria2</dc:creator>
  <cp:keywords/>
  <dc:description/>
  <cp:lastModifiedBy>wd20vxt</cp:lastModifiedBy>
  <cp:revision>6</cp:revision>
  <dcterms:created xsi:type="dcterms:W3CDTF">2010-10-19T15:06:00Z</dcterms:created>
  <dcterms:modified xsi:type="dcterms:W3CDTF">2010-10-20T17:16:00Z</dcterms:modified>
</cp:coreProperties>
</file>